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E315CA" w:rsidP="00CD1996">
      <w:pPr>
        <w:spacing w:line="360" w:lineRule="auto"/>
        <w:jc w:val="center"/>
        <w:rPr>
          <w:rFonts w:ascii="Times New Roman" w:hAnsi="Times New Roman"/>
          <w:b/>
          <w:szCs w:val="22"/>
          <w:lang w:val="bg-BG"/>
        </w:rPr>
      </w:pPr>
      <w:r>
        <w:rPr>
          <w:rFonts w:ascii="Times New Roman" w:hAnsi="Times New Roman"/>
          <w:b/>
          <w:szCs w:val="22"/>
          <w:lang w:val="bg-BG"/>
        </w:rPr>
        <w:t>з</w:t>
      </w:r>
      <w:r w:rsidR="008E52B0">
        <w:rPr>
          <w:rFonts w:ascii="Times New Roman" w:hAnsi="Times New Roman"/>
          <w:b/>
          <w:szCs w:val="22"/>
          <w:lang w:val="bg-BG"/>
        </w:rPr>
        <w:t xml:space="preserve">а обстоятелствата </w:t>
      </w:r>
      <w:r w:rsidR="00F45982" w:rsidRPr="005D525C">
        <w:rPr>
          <w:rFonts w:ascii="Times New Roman" w:hAnsi="Times New Roman"/>
          <w:b/>
          <w:szCs w:val="22"/>
          <w:lang w:val="bg-BG"/>
        </w:rPr>
        <w:t xml:space="preserve">по чл. </w:t>
      </w:r>
      <w:r w:rsidR="008E52B0">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D423FA">
        <w:rPr>
          <w:rFonts w:ascii="Times New Roman" w:hAnsi="Times New Roman"/>
          <w:b/>
          <w:szCs w:val="22"/>
          <w:lang w:val="bg-BG"/>
        </w:rPr>
        <w:t xml:space="preserve"> 1, б. </w:t>
      </w:r>
      <w:r w:rsidR="00072289">
        <w:rPr>
          <w:rFonts w:ascii="Times New Roman" w:hAnsi="Times New Roman"/>
          <w:b/>
          <w:szCs w:val="22"/>
          <w:lang w:val="bg-BG"/>
        </w:rPr>
        <w:t>д</w:t>
      </w:r>
      <w:r w:rsidR="008E52B0">
        <w:rPr>
          <w:rFonts w:ascii="Times New Roman" w:hAnsi="Times New Roman"/>
          <w:b/>
          <w:szCs w:val="22"/>
          <w:lang w:val="bg-BG"/>
        </w:rPr>
        <w:t>)</w:t>
      </w:r>
      <w:r w:rsidR="00D02EEE">
        <w:rPr>
          <w:rFonts w:ascii="Times New Roman" w:hAnsi="Times New Roman"/>
          <w:b/>
          <w:szCs w:val="22"/>
          <w:lang w:val="bg-BG"/>
        </w:rPr>
        <w:t xml:space="preserve"> от </w:t>
      </w:r>
      <w:r w:rsidR="008E52B0">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7131A5" w:rsidP="00CD1996">
      <w:pPr>
        <w:spacing w:line="360" w:lineRule="auto"/>
        <w:jc w:val="center"/>
        <w:rPr>
          <w:rFonts w:ascii="Times New Roman" w:hAnsi="Times New Roman"/>
          <w:szCs w:val="22"/>
          <w:lang w:val="bg-BG"/>
        </w:rPr>
      </w:pPr>
      <w:r>
        <w:rPr>
          <w:rFonts w:ascii="Times New Roman" w:hAnsi="Times New Roman"/>
          <w:szCs w:val="22"/>
          <w:lang w:val="bg-BG"/>
        </w:rPr>
        <w:t>от участник в обществена поръчка</w:t>
      </w:r>
      <w:r w:rsidR="00CD1996" w:rsidRPr="00CD1996">
        <w:rPr>
          <w:rFonts w:ascii="Times New Roman" w:hAnsi="Times New Roman"/>
          <w:szCs w:val="22"/>
          <w:lang w:val="bg-BG"/>
        </w:rPr>
        <w:t xml:space="preserve"> с предмет:</w:t>
      </w:r>
    </w:p>
    <w:p w:rsidR="007131A5" w:rsidRDefault="004F591D" w:rsidP="007131A5">
      <w:pPr>
        <w:spacing w:line="360" w:lineRule="auto"/>
        <w:jc w:val="center"/>
        <w:rPr>
          <w:b/>
          <w:szCs w:val="22"/>
          <w:lang w:val="bg-BG"/>
        </w:rPr>
      </w:pPr>
      <w:r w:rsidRPr="00790AAC">
        <w:rPr>
          <w:rFonts w:ascii="Times New Roman" w:hAnsi="Times New Roman"/>
          <w:b/>
          <w:lang w:val="bg-BG"/>
        </w:rPr>
        <w:t>“</w:t>
      </w:r>
      <w:r w:rsidR="004E6AA8">
        <w:rPr>
          <w:rFonts w:ascii="Times New Roman" w:hAnsi="Times New Roman"/>
          <w:b/>
          <w:bCs/>
          <w:lang w:val="bg-BG"/>
        </w:rPr>
        <w:t>……………………………………………………………………………………..</w:t>
      </w:r>
      <w:r>
        <w:rPr>
          <w:rFonts w:ascii="Times New Roman" w:hAnsi="Times New Roman"/>
          <w:b/>
          <w:bCs/>
          <w:lang w:val="bg-BG"/>
        </w:rPr>
        <w:t>”</w:t>
      </w:r>
    </w:p>
    <w:p w:rsidR="00170301" w:rsidRPr="007131A5" w:rsidRDefault="00170301" w:rsidP="007131A5">
      <w:pPr>
        <w:spacing w:line="360" w:lineRule="auto"/>
        <w:jc w:val="center"/>
        <w:rPr>
          <w:rFonts w:ascii="Times New Roman" w:hAnsi="Times New Roman"/>
          <w:b/>
          <w:szCs w:val="22"/>
          <w:lang w:val="bg-BG"/>
        </w:rPr>
      </w:pPr>
    </w:p>
    <w:p w:rsidR="00094819" w:rsidRPr="008A2ABC" w:rsidRDefault="007131A5" w:rsidP="00CD1996">
      <w:pPr>
        <w:spacing w:line="360" w:lineRule="auto"/>
        <w:jc w:val="both"/>
        <w:rPr>
          <w:rFonts w:ascii="Times New Roman" w:hAnsi="Times New Roman"/>
          <w:szCs w:val="22"/>
          <w:u w:val="single"/>
          <w:lang w:val="ru-RU"/>
        </w:rPr>
      </w:pPr>
      <w:r>
        <w:rPr>
          <w:rFonts w:ascii="Times New Roman" w:hAnsi="Times New Roman"/>
          <w:szCs w:val="22"/>
          <w:lang w:val="bg-BG"/>
        </w:rPr>
        <w:tab/>
      </w:r>
      <w:r w:rsidR="00094819">
        <w:rPr>
          <w:rFonts w:ascii="Times New Roman" w:hAnsi="Times New Roman"/>
          <w:szCs w:val="22"/>
          <w:lang w:val="bg-BG"/>
        </w:rPr>
        <w:t xml:space="preserve">Долуподписаният /-ната/ </w:t>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Д Е К Л А Р И Р А М, </w:t>
      </w:r>
      <w:r w:rsidR="000A527C">
        <w:rPr>
          <w:rFonts w:ascii="Times New Roman" w:hAnsi="Times New Roman"/>
          <w:b/>
          <w:szCs w:val="22"/>
          <w:lang w:val="bg-BG"/>
        </w:rPr>
        <w:t xml:space="preserve"> </w:t>
      </w:r>
      <w:r>
        <w:rPr>
          <w:rFonts w:ascii="Times New Roman" w:hAnsi="Times New Roman"/>
          <w:b/>
          <w:szCs w:val="22"/>
          <w:lang w:val="bg-BG"/>
        </w:rPr>
        <w:t>Ч</w:t>
      </w:r>
      <w:r w:rsidR="000A527C">
        <w:rPr>
          <w:rFonts w:ascii="Times New Roman" w:hAnsi="Times New Roman"/>
          <w:b/>
          <w:szCs w:val="22"/>
          <w:lang w:val="bg-BG"/>
        </w:rPr>
        <w:t xml:space="preserve"> </w:t>
      </w:r>
      <w:r>
        <w:rPr>
          <w:rFonts w:ascii="Times New Roman" w:hAnsi="Times New Roman"/>
          <w:b/>
          <w:szCs w:val="22"/>
          <w:lang w:val="bg-BG"/>
        </w:rPr>
        <w:t>Е:</w:t>
      </w:r>
    </w:p>
    <w:p w:rsidR="00E401E3" w:rsidRDefault="00E401E3" w:rsidP="00357476">
      <w:pPr>
        <w:spacing w:line="360" w:lineRule="auto"/>
        <w:jc w:val="both"/>
        <w:rPr>
          <w:rFonts w:ascii="Times New Roman" w:hAnsi="Times New Roman"/>
          <w:b/>
          <w:szCs w:val="22"/>
          <w:lang w:val="bg-BG"/>
        </w:rPr>
      </w:pPr>
    </w:p>
    <w:p w:rsidR="00072289" w:rsidRPr="00BE7C40" w:rsidRDefault="00072289" w:rsidP="00072289">
      <w:pPr>
        <w:numPr>
          <w:ilvl w:val="0"/>
          <w:numId w:val="1"/>
        </w:numPr>
        <w:tabs>
          <w:tab w:val="left" w:pos="567"/>
          <w:tab w:val="num" w:pos="851"/>
        </w:tabs>
        <w:spacing w:line="360" w:lineRule="auto"/>
        <w:ind w:left="0" w:firstLine="0"/>
        <w:jc w:val="both"/>
        <w:rPr>
          <w:rFonts w:ascii="Times New Roman" w:hAnsi="Times New Roman"/>
          <w:snapToGrid w:val="0"/>
        </w:rPr>
      </w:pPr>
      <w:r>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rsidR="005768D7" w:rsidRPr="005B1228" w:rsidRDefault="005768D7" w:rsidP="00CD1996">
      <w:pPr>
        <w:jc w:val="both"/>
        <w:rPr>
          <w:rFonts w:ascii="Times New Roman" w:hAnsi="Times New Roman"/>
          <w:color w:val="FF0000"/>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w:t>
      </w:r>
      <w:r w:rsidR="008919C1">
        <w:rPr>
          <w:rFonts w:ascii="Times New Roman" w:hAnsi="Times New Roman"/>
          <w:lang w:val="bg-BG"/>
        </w:rPr>
        <w:t>елно да представляват Участника</w:t>
      </w:r>
      <w:r w:rsidRPr="005F1179">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08"/>
  <w:hyphenationZone w:val="425"/>
  <w:drawingGridHorizontalSpacing w:val="120"/>
  <w:displayHorizontalDrawingGridEvery w:val="2"/>
  <w:displayVerticalDrawingGridEvery w:val="2"/>
  <w:characterSpacingControl w:val="doNotCompress"/>
  <w:compat/>
  <w:rsids>
    <w:rsidRoot w:val="00FD4F88"/>
    <w:rsid w:val="000227FC"/>
    <w:rsid w:val="00025EBA"/>
    <w:rsid w:val="00040CE4"/>
    <w:rsid w:val="00041C73"/>
    <w:rsid w:val="00044B1E"/>
    <w:rsid w:val="0005677C"/>
    <w:rsid w:val="00061F01"/>
    <w:rsid w:val="00065CD0"/>
    <w:rsid w:val="0007186D"/>
    <w:rsid w:val="00072289"/>
    <w:rsid w:val="00077481"/>
    <w:rsid w:val="000804CA"/>
    <w:rsid w:val="00080CD2"/>
    <w:rsid w:val="0009385A"/>
    <w:rsid w:val="00094819"/>
    <w:rsid w:val="000A527C"/>
    <w:rsid w:val="000C4A40"/>
    <w:rsid w:val="000C5ACE"/>
    <w:rsid w:val="000E026A"/>
    <w:rsid w:val="000E4B88"/>
    <w:rsid w:val="000E54DC"/>
    <w:rsid w:val="000F4C0A"/>
    <w:rsid w:val="00122A77"/>
    <w:rsid w:val="00123DBA"/>
    <w:rsid w:val="001317D8"/>
    <w:rsid w:val="001413E5"/>
    <w:rsid w:val="00142257"/>
    <w:rsid w:val="00156424"/>
    <w:rsid w:val="00157F73"/>
    <w:rsid w:val="00165008"/>
    <w:rsid w:val="00170301"/>
    <w:rsid w:val="00183ECA"/>
    <w:rsid w:val="00185976"/>
    <w:rsid w:val="001A0EF2"/>
    <w:rsid w:val="001A2581"/>
    <w:rsid w:val="001A7E2F"/>
    <w:rsid w:val="001B16D6"/>
    <w:rsid w:val="001D331E"/>
    <w:rsid w:val="001E29B2"/>
    <w:rsid w:val="001E7247"/>
    <w:rsid w:val="001E73FD"/>
    <w:rsid w:val="001F642E"/>
    <w:rsid w:val="00206108"/>
    <w:rsid w:val="002220DC"/>
    <w:rsid w:val="00226D0D"/>
    <w:rsid w:val="00251545"/>
    <w:rsid w:val="00255984"/>
    <w:rsid w:val="00260D9E"/>
    <w:rsid w:val="00272AA4"/>
    <w:rsid w:val="0029557C"/>
    <w:rsid w:val="002A1F09"/>
    <w:rsid w:val="002B4282"/>
    <w:rsid w:val="002C15CD"/>
    <w:rsid w:val="002E01BB"/>
    <w:rsid w:val="002F0875"/>
    <w:rsid w:val="003074E9"/>
    <w:rsid w:val="003142A1"/>
    <w:rsid w:val="003208E5"/>
    <w:rsid w:val="00320D80"/>
    <w:rsid w:val="003348A6"/>
    <w:rsid w:val="0033700E"/>
    <w:rsid w:val="00346228"/>
    <w:rsid w:val="00357476"/>
    <w:rsid w:val="00360DD0"/>
    <w:rsid w:val="0036462C"/>
    <w:rsid w:val="003652EE"/>
    <w:rsid w:val="0037325C"/>
    <w:rsid w:val="003737AF"/>
    <w:rsid w:val="00377F12"/>
    <w:rsid w:val="00382729"/>
    <w:rsid w:val="0038435D"/>
    <w:rsid w:val="003918C0"/>
    <w:rsid w:val="00397B1F"/>
    <w:rsid w:val="003B2902"/>
    <w:rsid w:val="003E2874"/>
    <w:rsid w:val="004008F5"/>
    <w:rsid w:val="004211B9"/>
    <w:rsid w:val="0042185F"/>
    <w:rsid w:val="0043009F"/>
    <w:rsid w:val="0043118B"/>
    <w:rsid w:val="00433CD5"/>
    <w:rsid w:val="004345E6"/>
    <w:rsid w:val="00442B1E"/>
    <w:rsid w:val="004513E4"/>
    <w:rsid w:val="0045163C"/>
    <w:rsid w:val="00451C7E"/>
    <w:rsid w:val="00455B98"/>
    <w:rsid w:val="00464C80"/>
    <w:rsid w:val="00483698"/>
    <w:rsid w:val="0048442B"/>
    <w:rsid w:val="00487C92"/>
    <w:rsid w:val="004B2366"/>
    <w:rsid w:val="004E065D"/>
    <w:rsid w:val="004E6AA8"/>
    <w:rsid w:val="004E6D5B"/>
    <w:rsid w:val="004F591D"/>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B1228"/>
    <w:rsid w:val="005E7209"/>
    <w:rsid w:val="005F0550"/>
    <w:rsid w:val="005F3CAC"/>
    <w:rsid w:val="0061588F"/>
    <w:rsid w:val="00622356"/>
    <w:rsid w:val="00624F0D"/>
    <w:rsid w:val="00642FFC"/>
    <w:rsid w:val="00652558"/>
    <w:rsid w:val="00654063"/>
    <w:rsid w:val="006540B7"/>
    <w:rsid w:val="006578F1"/>
    <w:rsid w:val="0066179A"/>
    <w:rsid w:val="00662D37"/>
    <w:rsid w:val="0069381E"/>
    <w:rsid w:val="006A00AF"/>
    <w:rsid w:val="006A2B36"/>
    <w:rsid w:val="006B4390"/>
    <w:rsid w:val="006B6E03"/>
    <w:rsid w:val="006F3699"/>
    <w:rsid w:val="00705D66"/>
    <w:rsid w:val="007131A5"/>
    <w:rsid w:val="007150AA"/>
    <w:rsid w:val="00720A94"/>
    <w:rsid w:val="00721424"/>
    <w:rsid w:val="00762855"/>
    <w:rsid w:val="007827C7"/>
    <w:rsid w:val="00793020"/>
    <w:rsid w:val="00794E2D"/>
    <w:rsid w:val="00797933"/>
    <w:rsid w:val="00797C1D"/>
    <w:rsid w:val="007B1128"/>
    <w:rsid w:val="007D7C76"/>
    <w:rsid w:val="007E2867"/>
    <w:rsid w:val="007E6B52"/>
    <w:rsid w:val="00803F23"/>
    <w:rsid w:val="00807B85"/>
    <w:rsid w:val="0081734A"/>
    <w:rsid w:val="0082063C"/>
    <w:rsid w:val="00821E7C"/>
    <w:rsid w:val="008223D7"/>
    <w:rsid w:val="00824918"/>
    <w:rsid w:val="0082753C"/>
    <w:rsid w:val="008408ED"/>
    <w:rsid w:val="00851761"/>
    <w:rsid w:val="008770BF"/>
    <w:rsid w:val="008919C1"/>
    <w:rsid w:val="00892DEB"/>
    <w:rsid w:val="00893EF2"/>
    <w:rsid w:val="008A2301"/>
    <w:rsid w:val="008A2ABC"/>
    <w:rsid w:val="008A2CAD"/>
    <w:rsid w:val="008A3385"/>
    <w:rsid w:val="008A533F"/>
    <w:rsid w:val="008C00A6"/>
    <w:rsid w:val="008C7D9C"/>
    <w:rsid w:val="008D614C"/>
    <w:rsid w:val="008E52B0"/>
    <w:rsid w:val="008E5BA3"/>
    <w:rsid w:val="00912250"/>
    <w:rsid w:val="009157FE"/>
    <w:rsid w:val="00930D4F"/>
    <w:rsid w:val="009615B7"/>
    <w:rsid w:val="00973FBF"/>
    <w:rsid w:val="00974E15"/>
    <w:rsid w:val="00987DA3"/>
    <w:rsid w:val="00992E04"/>
    <w:rsid w:val="009A2601"/>
    <w:rsid w:val="009B57D4"/>
    <w:rsid w:val="009D3AC1"/>
    <w:rsid w:val="009F1049"/>
    <w:rsid w:val="009F12C2"/>
    <w:rsid w:val="009F67E0"/>
    <w:rsid w:val="009F78B9"/>
    <w:rsid w:val="00A01180"/>
    <w:rsid w:val="00A02917"/>
    <w:rsid w:val="00A10D2B"/>
    <w:rsid w:val="00A269A1"/>
    <w:rsid w:val="00A3036C"/>
    <w:rsid w:val="00A30481"/>
    <w:rsid w:val="00A43B1F"/>
    <w:rsid w:val="00A4684A"/>
    <w:rsid w:val="00A47F51"/>
    <w:rsid w:val="00A6705C"/>
    <w:rsid w:val="00A77857"/>
    <w:rsid w:val="00A841D3"/>
    <w:rsid w:val="00AB5710"/>
    <w:rsid w:val="00AC528C"/>
    <w:rsid w:val="00AD12DD"/>
    <w:rsid w:val="00AD4DBC"/>
    <w:rsid w:val="00AD644C"/>
    <w:rsid w:val="00AF3C45"/>
    <w:rsid w:val="00B20A9C"/>
    <w:rsid w:val="00B474D3"/>
    <w:rsid w:val="00B55018"/>
    <w:rsid w:val="00B67FDD"/>
    <w:rsid w:val="00B77391"/>
    <w:rsid w:val="00BA6027"/>
    <w:rsid w:val="00BB1E99"/>
    <w:rsid w:val="00BD7D4C"/>
    <w:rsid w:val="00BE3F0D"/>
    <w:rsid w:val="00BE4AF1"/>
    <w:rsid w:val="00BE7C40"/>
    <w:rsid w:val="00BF37C8"/>
    <w:rsid w:val="00BF5261"/>
    <w:rsid w:val="00C12228"/>
    <w:rsid w:val="00C165F9"/>
    <w:rsid w:val="00C36DE8"/>
    <w:rsid w:val="00C451A3"/>
    <w:rsid w:val="00C47765"/>
    <w:rsid w:val="00C5699C"/>
    <w:rsid w:val="00C57BEE"/>
    <w:rsid w:val="00C6515D"/>
    <w:rsid w:val="00C675AC"/>
    <w:rsid w:val="00CA233C"/>
    <w:rsid w:val="00CC07A5"/>
    <w:rsid w:val="00CD03F6"/>
    <w:rsid w:val="00CD1996"/>
    <w:rsid w:val="00CD5D93"/>
    <w:rsid w:val="00CE218E"/>
    <w:rsid w:val="00CE46ED"/>
    <w:rsid w:val="00CF214A"/>
    <w:rsid w:val="00CF7E22"/>
    <w:rsid w:val="00D02EEE"/>
    <w:rsid w:val="00D04F85"/>
    <w:rsid w:val="00D06162"/>
    <w:rsid w:val="00D423FA"/>
    <w:rsid w:val="00D435B8"/>
    <w:rsid w:val="00D6231F"/>
    <w:rsid w:val="00D75B2E"/>
    <w:rsid w:val="00D94A25"/>
    <w:rsid w:val="00DA4E06"/>
    <w:rsid w:val="00DC0D4F"/>
    <w:rsid w:val="00DC2DD8"/>
    <w:rsid w:val="00DC7DC3"/>
    <w:rsid w:val="00DD01AD"/>
    <w:rsid w:val="00DD4A22"/>
    <w:rsid w:val="00DF4011"/>
    <w:rsid w:val="00DF599C"/>
    <w:rsid w:val="00E069A0"/>
    <w:rsid w:val="00E16230"/>
    <w:rsid w:val="00E2642D"/>
    <w:rsid w:val="00E315CA"/>
    <w:rsid w:val="00E3723B"/>
    <w:rsid w:val="00E401E3"/>
    <w:rsid w:val="00E44C26"/>
    <w:rsid w:val="00E56401"/>
    <w:rsid w:val="00E74563"/>
    <w:rsid w:val="00E81B75"/>
    <w:rsid w:val="00EA1AF8"/>
    <w:rsid w:val="00EB534E"/>
    <w:rsid w:val="00ED520A"/>
    <w:rsid w:val="00ED530F"/>
    <w:rsid w:val="00EF2C4D"/>
    <w:rsid w:val="00F24328"/>
    <w:rsid w:val="00F2497D"/>
    <w:rsid w:val="00F25990"/>
    <w:rsid w:val="00F2637F"/>
    <w:rsid w:val="00F358D2"/>
    <w:rsid w:val="00F36FF8"/>
    <w:rsid w:val="00F4468B"/>
    <w:rsid w:val="00F45982"/>
    <w:rsid w:val="00F53BE9"/>
    <w:rsid w:val="00F57871"/>
    <w:rsid w:val="00F65C5E"/>
    <w:rsid w:val="00F66B09"/>
    <w:rsid w:val="00F67942"/>
    <w:rsid w:val="00F73778"/>
    <w:rsid w:val="00F85BC6"/>
    <w:rsid w:val="00FA583E"/>
    <w:rsid w:val="00FB02ED"/>
    <w:rsid w:val="00FB2D4E"/>
    <w:rsid w:val="00FB72BA"/>
    <w:rsid w:val="00FB7684"/>
    <w:rsid w:val="00FD1438"/>
    <w:rsid w:val="00FD27F1"/>
    <w:rsid w:val="00FD4F88"/>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204428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4;&#1054;&#1050;&#1059;&#1052;&#1045;&#1053;&#1058;&#1040;&#1062;&#1048;&#1048;%20&#1047;&#1054;&#1055;%2001.03.2019\&#1055;&#1054;&#1050;&#1040;&#1053;&#1040;%20&#1044;&#1054;%20&#1054;&#1055;&#1056;&#1045;&#1044;&#1045;&#1051;&#1045;&#1053;&#1048;%20&#1051;&#1048;&#1062;&#1040;\&#1076;&#1077;&#1082;&#1083;&#1072;&#1088;&#1072;&#1094;&#1080;&#1103;%20&#1087;&#1086;%20&#1095;&#1083;.%2039,%20&#1072;&#1083;.%203,%20&#1090;.%201,%20&#1073;.%20&#1076;)%20&#1086;&#1090;%20&#1055;&#1055;&#1047;&#1054;&#105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B94A38-97C7-47A4-8A70-012A7ECB7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декларация по чл. 39, ал. 3, т. 1, б. д) от ППЗОП.dotx</Template>
  <TotalTime>0</TotalTime>
  <Pages>1</Pages>
  <Words>128</Words>
  <Characters>731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lvlazarova</dc:creator>
  <cp:lastModifiedBy>lvlazarova</cp:lastModifiedBy>
  <cp:revision>1</cp:revision>
  <cp:lastPrinted>2019-05-07T12:11:00Z</cp:lastPrinted>
  <dcterms:created xsi:type="dcterms:W3CDTF">2019-05-07T12:11:00Z</dcterms:created>
  <dcterms:modified xsi:type="dcterms:W3CDTF">2019-05-07T12:16:00Z</dcterms:modified>
</cp:coreProperties>
</file>